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26" w:rsidRDefault="00A00526" w:rsidP="00A00526">
      <w:pPr>
        <w:pStyle w:val="PlainText"/>
      </w:pPr>
      <w:r>
        <w:t>Computing Subject Leaders</w:t>
      </w:r>
      <w:r>
        <w:t xml:space="preserve"> – Notes from meeting </w:t>
      </w:r>
      <w:r w:rsidR="003226F8">
        <w:t>(24/10/13)</w:t>
      </w:r>
      <w:bookmarkStart w:id="0" w:name="_GoBack"/>
      <w:bookmarkEnd w:id="0"/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proofErr w:type="spellStart"/>
      <w:r>
        <w:t>Edmodo</w:t>
      </w:r>
      <w:proofErr w:type="spellEnd"/>
      <w:r>
        <w:t xml:space="preserve"> is a </w:t>
      </w:r>
      <w:r>
        <w:t xml:space="preserve"> free learning platform 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E-</w:t>
      </w:r>
      <w:r>
        <w:t xml:space="preserve">portfolio for individual pupils   - saves printing </w:t>
      </w:r>
      <w:r>
        <w:t>and establishes good habits whilst creating evidence of progress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'The 'Learner journey' is a licensed project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Exemplar work to illustrate progress could be collated across schools - moderation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Digital literacy- should be cross curricular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Data bases, science/ geography</w:t>
      </w:r>
    </w:p>
    <w:p w:rsidR="00A00526" w:rsidRDefault="00A00526" w:rsidP="00A00526">
      <w:pPr>
        <w:pStyle w:val="PlainText"/>
        <w:ind w:left="720"/>
      </w:pPr>
      <w:r>
        <w:t>Wild knowledge - database app</w:t>
      </w:r>
    </w:p>
    <w:p w:rsidR="00A00526" w:rsidRDefault="00A00526" w:rsidP="00A00526">
      <w:pPr>
        <w:pStyle w:val="PlainText"/>
        <w:ind w:left="720"/>
      </w:pPr>
      <w:r>
        <w:t>Wild key-</w:t>
      </w:r>
    </w:p>
    <w:p w:rsidR="00A00526" w:rsidRDefault="00A00526" w:rsidP="00A00526">
      <w:pPr>
        <w:pStyle w:val="PlainText"/>
        <w:ind w:left="720"/>
      </w:pPr>
      <w:r>
        <w:t>Wild forms-</w:t>
      </w:r>
    </w:p>
    <w:p w:rsidR="00A00526" w:rsidRDefault="00A00526" w:rsidP="00A00526">
      <w:pPr>
        <w:pStyle w:val="PlainText"/>
        <w:ind w:left="720"/>
      </w:pPr>
      <w:r>
        <w:t>Wild maps -</w:t>
      </w:r>
    </w:p>
    <w:p w:rsidR="00A00526" w:rsidRDefault="00A00526" w:rsidP="00A00526">
      <w:pPr>
        <w:pStyle w:val="PlainText"/>
        <w:ind w:left="720"/>
      </w:pPr>
      <w:r>
        <w:t>Recommended database</w:t>
      </w:r>
    </w:p>
    <w:p w:rsidR="00A00526" w:rsidRDefault="00A00526" w:rsidP="00A00526">
      <w:pPr>
        <w:pStyle w:val="PlainText"/>
        <w:ind w:left="720"/>
      </w:pPr>
      <w:r>
        <w:t>Mobile databases</w:t>
      </w:r>
    </w:p>
    <w:p w:rsidR="00A00526" w:rsidRDefault="00A00526" w:rsidP="00A00526">
      <w:pPr>
        <w:pStyle w:val="PlainText"/>
        <w:ind w:left="720"/>
      </w:pPr>
    </w:p>
    <w:p w:rsidR="00A00526" w:rsidRDefault="00A00526" w:rsidP="00A00526">
      <w:pPr>
        <w:pStyle w:val="PlainText"/>
        <w:numPr>
          <w:ilvl w:val="0"/>
          <w:numId w:val="1"/>
        </w:numPr>
      </w:pPr>
      <w:proofErr w:type="spellStart"/>
      <w:r>
        <w:t>Kodu</w:t>
      </w:r>
      <w:proofErr w:type="spellEnd"/>
    </w:p>
    <w:p w:rsidR="00A00526" w:rsidRDefault="00A00526" w:rsidP="00A00526">
      <w:pPr>
        <w:pStyle w:val="PlainText"/>
        <w:ind w:left="720"/>
      </w:pPr>
      <w:r>
        <w:t>Free platform for teaching programming</w:t>
      </w:r>
    </w:p>
    <w:p w:rsidR="00A00526" w:rsidRDefault="00A00526" w:rsidP="00A00526">
      <w:pPr>
        <w:pStyle w:val="PlainText"/>
        <w:ind w:left="720"/>
      </w:pPr>
      <w:r>
        <w:t>Visual</w:t>
      </w:r>
    </w:p>
    <w:p w:rsidR="00A00526" w:rsidRDefault="00A00526" w:rsidP="00A00526">
      <w:pPr>
        <w:pStyle w:val="PlainText"/>
        <w:ind w:left="720"/>
      </w:pPr>
      <w:r>
        <w:t>Key vocabulary-- when/ do</w:t>
      </w:r>
    </w:p>
    <w:p w:rsidR="00A00526" w:rsidRDefault="00A00526" w:rsidP="00A00526">
      <w:pPr>
        <w:pStyle w:val="PlainText"/>
        <w:ind w:left="720"/>
      </w:pPr>
      <w:r>
        <w:t>Microsoft windows based</w:t>
      </w:r>
    </w:p>
    <w:p w:rsidR="00A00526" w:rsidRDefault="00A00526" w:rsidP="00A00526">
      <w:pPr>
        <w:pStyle w:val="PlainText"/>
        <w:ind w:left="720"/>
      </w:pPr>
      <w:r>
        <w:t xml:space="preserve">Ask </w:t>
      </w:r>
      <w:proofErr w:type="spellStart"/>
      <w:r>
        <w:t>wandsworth</w:t>
      </w:r>
      <w:proofErr w:type="spellEnd"/>
      <w:r>
        <w:t xml:space="preserve"> IT to put </w:t>
      </w:r>
      <w:proofErr w:type="spellStart"/>
      <w:r>
        <w:t>Kodu</w:t>
      </w:r>
      <w:proofErr w:type="spellEnd"/>
      <w:r>
        <w:t xml:space="preserve">  on the machines</w:t>
      </w:r>
    </w:p>
    <w:p w:rsidR="00A00526" w:rsidRDefault="00A00526" w:rsidP="00A00526">
      <w:pPr>
        <w:pStyle w:val="PlainText"/>
        <w:ind w:left="720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 xml:space="preserve">Other programming </w:t>
      </w:r>
      <w:proofErr w:type="spellStart"/>
      <w:r>
        <w:t>iPad</w:t>
      </w:r>
      <w:proofErr w:type="spellEnd"/>
      <w:r>
        <w:t xml:space="preserve"> apps:</w:t>
      </w:r>
    </w:p>
    <w:p w:rsidR="00A00526" w:rsidRDefault="00A00526" w:rsidP="00A00526">
      <w:pPr>
        <w:pStyle w:val="PlainText"/>
        <w:ind w:left="360"/>
      </w:pPr>
      <w:r>
        <w:t xml:space="preserve">       </w:t>
      </w:r>
      <w:proofErr w:type="spellStart"/>
      <w:r>
        <w:t>Codible</w:t>
      </w:r>
      <w:proofErr w:type="spellEnd"/>
      <w:r>
        <w:t xml:space="preserve"> </w:t>
      </w:r>
      <w:proofErr w:type="spellStart"/>
      <w:r>
        <w:t>IPad</w:t>
      </w:r>
      <w:proofErr w:type="spellEnd"/>
      <w:r>
        <w:t xml:space="preserve"> app</w:t>
      </w:r>
    </w:p>
    <w:p w:rsidR="00A00526" w:rsidRDefault="00A00526" w:rsidP="00A00526">
      <w:pPr>
        <w:pStyle w:val="PlainText"/>
        <w:ind w:left="720"/>
      </w:pPr>
      <w:r>
        <w:t xml:space="preserve">Hopscotch </w:t>
      </w:r>
      <w:proofErr w:type="spellStart"/>
      <w:r>
        <w:t>iPad</w:t>
      </w:r>
      <w:proofErr w:type="spellEnd"/>
      <w:r>
        <w:t xml:space="preserve"> app</w:t>
      </w:r>
    </w:p>
    <w:p w:rsidR="00A00526" w:rsidRDefault="00A00526" w:rsidP="00A00526">
      <w:pPr>
        <w:pStyle w:val="PlainText"/>
        <w:ind w:left="720"/>
      </w:pPr>
      <w:r>
        <w:t xml:space="preserve">My robot friend </w:t>
      </w:r>
      <w:proofErr w:type="spellStart"/>
      <w:r>
        <w:t>IPad</w:t>
      </w:r>
      <w:proofErr w:type="spellEnd"/>
      <w:r>
        <w:t xml:space="preserve"> app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2 Simple for   2DIY (</w:t>
      </w:r>
      <w:r>
        <w:t>Espresso free for first year</w:t>
      </w:r>
      <w:r>
        <w:t>)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proofErr w:type="spellStart"/>
      <w:r>
        <w:t>Sploder</w:t>
      </w:r>
      <w:proofErr w:type="spellEnd"/>
      <w:r>
        <w:t xml:space="preserve"> good example of game making on line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proofErr w:type="spellStart"/>
      <w:r>
        <w:t>Garageband</w:t>
      </w:r>
      <w:proofErr w:type="spellEnd"/>
      <w:r>
        <w:t xml:space="preserve"> free for </w:t>
      </w:r>
      <w:proofErr w:type="spellStart"/>
      <w:r>
        <w:t>iPad</w:t>
      </w:r>
      <w:proofErr w:type="spellEnd"/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P</w:t>
      </w:r>
      <w:r>
        <w:t>ages/ numbers / keynote</w:t>
      </w:r>
      <w:r>
        <w:t xml:space="preserve"> also free</w:t>
      </w:r>
      <w:r>
        <w:t xml:space="preserve"> from Sept 2014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>I Pad schools</w:t>
      </w:r>
      <w:r>
        <w:t xml:space="preserve"> – happy to host visits from interested coordinators</w:t>
      </w:r>
    </w:p>
    <w:p w:rsidR="00A00526" w:rsidRDefault="00A00526" w:rsidP="00A00526">
      <w:pPr>
        <w:pStyle w:val="PlainText"/>
        <w:ind w:left="720"/>
      </w:pPr>
      <w:r>
        <w:t>Granard</w:t>
      </w:r>
    </w:p>
    <w:p w:rsidR="00A00526" w:rsidRDefault="00A00526" w:rsidP="00A00526">
      <w:pPr>
        <w:pStyle w:val="PlainText"/>
        <w:ind w:left="720"/>
      </w:pPr>
      <w:r>
        <w:t>Sacred Heart( Roe)</w:t>
      </w:r>
    </w:p>
    <w:p w:rsidR="00A00526" w:rsidRDefault="00A00526" w:rsidP="00A00526">
      <w:pPr>
        <w:pStyle w:val="PlainText"/>
        <w:ind w:left="720"/>
      </w:pPr>
      <w:r>
        <w:t>Beatrix Potter</w:t>
      </w:r>
    </w:p>
    <w:p w:rsidR="00A00526" w:rsidRDefault="00A00526" w:rsidP="00A00526">
      <w:pPr>
        <w:pStyle w:val="PlainText"/>
        <w:ind w:left="720"/>
      </w:pPr>
      <w:r>
        <w:t>Ronald Ross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t xml:space="preserve">Raise profile od programming in school with </w:t>
      </w:r>
      <w:r>
        <w:t xml:space="preserve">Boffins Club - for those who are capable of higher level </w:t>
      </w:r>
      <w:r>
        <w:t>(Chris Nash in Beatrix Potter)</w:t>
      </w:r>
    </w:p>
    <w:p w:rsidR="00A00526" w:rsidRDefault="00A00526" w:rsidP="00A00526">
      <w:pPr>
        <w:pStyle w:val="PlainText"/>
      </w:pPr>
    </w:p>
    <w:p w:rsidR="00A00526" w:rsidRDefault="00A00526" w:rsidP="00A00526">
      <w:pPr>
        <w:pStyle w:val="PlainText"/>
        <w:numPr>
          <w:ilvl w:val="0"/>
          <w:numId w:val="1"/>
        </w:numPr>
      </w:pPr>
      <w:r>
        <w:lastRenderedPageBreak/>
        <w:t>Key role of a s</w:t>
      </w:r>
      <w:r>
        <w:t>ubject leader</w:t>
      </w:r>
      <w:r>
        <w:t xml:space="preserve"> =  champion  c</w:t>
      </w:r>
      <w:r>
        <w:t xml:space="preserve">omputing </w:t>
      </w:r>
      <w:r>
        <w:t>whenever possible – small ways/ model</w:t>
      </w:r>
    </w:p>
    <w:p w:rsidR="00A00526" w:rsidRDefault="00A00526" w:rsidP="00A00526">
      <w:pPr>
        <w:pStyle w:val="PlainText"/>
      </w:pPr>
    </w:p>
    <w:p w:rsidR="00A00526" w:rsidRDefault="00A00526" w:rsidP="003226F8">
      <w:pPr>
        <w:pStyle w:val="PlainText"/>
        <w:numPr>
          <w:ilvl w:val="0"/>
          <w:numId w:val="1"/>
        </w:numPr>
      </w:pPr>
      <w:proofErr w:type="spellStart"/>
      <w:r>
        <w:t>Sphero</w:t>
      </w:r>
      <w:proofErr w:type="spellEnd"/>
      <w:r>
        <w:t xml:space="preserve"> </w:t>
      </w:r>
    </w:p>
    <w:p w:rsidR="00A00526" w:rsidRDefault="00A00526" w:rsidP="00A00526">
      <w:pPr>
        <w:pStyle w:val="PlainText"/>
      </w:pPr>
    </w:p>
    <w:p w:rsidR="00A00526" w:rsidRDefault="00A00526" w:rsidP="003226F8">
      <w:pPr>
        <w:pStyle w:val="PlainText"/>
        <w:numPr>
          <w:ilvl w:val="0"/>
          <w:numId w:val="1"/>
        </w:numPr>
      </w:pPr>
      <w:r>
        <w:t xml:space="preserve">E safety event who would like to share parents event Contact All Saints </w:t>
      </w:r>
      <w:hyperlink r:id="rId8" w:history="1">
        <w:r>
          <w:rPr>
            <w:rStyle w:val="Hyperlink"/>
          </w:rPr>
          <w:t>Jenny.holde</w:t>
        </w:r>
        <w:r>
          <w:rPr>
            <w:rStyle w:val="Hyperlink"/>
          </w:rPr>
          <w:t>n</w:t>
        </w:r>
        <w:r>
          <w:rPr>
            <w:rStyle w:val="Hyperlink"/>
          </w:rPr>
          <w:t>@allsaint</w:t>
        </w:r>
      </w:hyperlink>
    </w:p>
    <w:p w:rsidR="00A00526" w:rsidRDefault="00A00526" w:rsidP="00A00526">
      <w:pPr>
        <w:pStyle w:val="PlainText"/>
      </w:pPr>
    </w:p>
    <w:p w:rsidR="000202C7" w:rsidRDefault="000202C7"/>
    <w:sectPr w:rsidR="000202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26" w:rsidRDefault="00A00526" w:rsidP="00A00526">
      <w:pPr>
        <w:spacing w:after="0" w:line="240" w:lineRule="auto"/>
      </w:pPr>
      <w:r>
        <w:separator/>
      </w:r>
    </w:p>
  </w:endnote>
  <w:endnote w:type="continuationSeparator" w:id="0">
    <w:p w:rsidR="00A00526" w:rsidRDefault="00A00526" w:rsidP="00A0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26" w:rsidRDefault="00A00526" w:rsidP="00A00526">
      <w:pPr>
        <w:spacing w:after="0" w:line="240" w:lineRule="auto"/>
      </w:pPr>
      <w:r>
        <w:separator/>
      </w:r>
    </w:p>
  </w:footnote>
  <w:footnote w:type="continuationSeparator" w:id="0">
    <w:p w:rsidR="00A00526" w:rsidRDefault="00A00526" w:rsidP="00A00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80AD8"/>
    <w:multiLevelType w:val="hybridMultilevel"/>
    <w:tmpl w:val="1F320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26"/>
    <w:rsid w:val="000202C7"/>
    <w:rsid w:val="003226F8"/>
    <w:rsid w:val="00A0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526"/>
  </w:style>
  <w:style w:type="paragraph" w:styleId="Footer">
    <w:name w:val="footer"/>
    <w:basedOn w:val="Normal"/>
    <w:link w:val="FooterChar"/>
    <w:uiPriority w:val="99"/>
    <w:unhideWhenUsed/>
    <w:rsid w:val="00A00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526"/>
  </w:style>
  <w:style w:type="character" w:styleId="Hyperlink">
    <w:name w:val="Hyperlink"/>
    <w:basedOn w:val="DefaultParagraphFont"/>
    <w:uiPriority w:val="99"/>
    <w:semiHidden/>
    <w:unhideWhenUsed/>
    <w:rsid w:val="00A0052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052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0526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3226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526"/>
  </w:style>
  <w:style w:type="paragraph" w:styleId="Footer">
    <w:name w:val="footer"/>
    <w:basedOn w:val="Normal"/>
    <w:link w:val="FooterChar"/>
    <w:uiPriority w:val="99"/>
    <w:unhideWhenUsed/>
    <w:rsid w:val="00A005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526"/>
  </w:style>
  <w:style w:type="character" w:styleId="Hyperlink">
    <w:name w:val="Hyperlink"/>
    <w:basedOn w:val="DefaultParagraphFont"/>
    <w:uiPriority w:val="99"/>
    <w:semiHidden/>
    <w:unhideWhenUsed/>
    <w:rsid w:val="00A0052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052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0526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3226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y.holden@allsai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88A1D911</Template>
  <TotalTime>17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Salmon, Davina</dc:creator>
  <cp:lastModifiedBy>Salmon, Davina</cp:lastModifiedBy>
  <cp:revision>1</cp:revision>
  <dcterms:created xsi:type="dcterms:W3CDTF">2013-11-08T16:33:00Z</dcterms:created>
  <dcterms:modified xsi:type="dcterms:W3CDTF">2013-11-08T16:50:00Z</dcterms:modified>
</cp:coreProperties>
</file>